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603F32" w14:textId="77777777" w:rsidR="006A3561" w:rsidRPr="001748DB" w:rsidRDefault="006A3561" w:rsidP="006A3561">
      <w:pPr>
        <w:tabs>
          <w:tab w:val="left" w:pos="694"/>
          <w:tab w:val="right" w:pos="9000"/>
        </w:tabs>
        <w:rPr>
          <w:rFonts w:ascii="Cambria" w:hAnsi="Cambria"/>
          <w:sz w:val="24"/>
          <w:szCs w:val="24"/>
        </w:rPr>
      </w:pPr>
    </w:p>
    <w:p w14:paraId="4E656975" w14:textId="371C4F8B" w:rsidR="00284446" w:rsidRPr="001748DB" w:rsidRDefault="00076D62" w:rsidP="00076D62">
      <w:pPr>
        <w:tabs>
          <w:tab w:val="left" w:pos="694"/>
          <w:tab w:val="right" w:pos="9000"/>
        </w:tabs>
        <w:ind w:left="694"/>
        <w:rPr>
          <w:rFonts w:ascii="Cambria" w:hAnsi="Cambria"/>
          <w:b/>
          <w:i/>
          <w:sz w:val="24"/>
          <w:szCs w:val="24"/>
        </w:rPr>
      </w:pPr>
      <w:r w:rsidRPr="001748DB">
        <w:rPr>
          <w:rFonts w:ascii="Cambria" w:hAnsi="Cambria"/>
          <w:sz w:val="24"/>
          <w:szCs w:val="24"/>
        </w:rPr>
        <w:tab/>
      </w:r>
      <w:r w:rsidRPr="001748DB">
        <w:rPr>
          <w:rFonts w:ascii="Cambria" w:hAnsi="Cambria"/>
          <w:sz w:val="24"/>
          <w:szCs w:val="24"/>
        </w:rPr>
        <w:tab/>
      </w:r>
      <w:r w:rsidRPr="001748DB">
        <w:rPr>
          <w:rFonts w:ascii="Cambria" w:hAnsi="Cambria"/>
          <w:sz w:val="24"/>
          <w:szCs w:val="24"/>
        </w:rPr>
        <w:tab/>
      </w:r>
      <w:r w:rsidR="00045916" w:rsidRPr="001748DB">
        <w:rPr>
          <w:rFonts w:ascii="Cambria" w:hAnsi="Cambria"/>
          <w:sz w:val="24"/>
          <w:szCs w:val="24"/>
        </w:rPr>
        <w:t xml:space="preserve"> </w:t>
      </w:r>
      <w:r w:rsidR="00CA5DED" w:rsidRPr="001748DB">
        <w:rPr>
          <w:rFonts w:ascii="Cambria" w:hAnsi="Cambria"/>
          <w:b/>
          <w:i/>
          <w:sz w:val="24"/>
          <w:szCs w:val="24"/>
        </w:rPr>
        <w:t>Załącznik nr</w:t>
      </w:r>
      <w:r w:rsidR="00CB067C" w:rsidRPr="001748DB">
        <w:rPr>
          <w:rFonts w:ascii="Cambria" w:hAnsi="Cambria"/>
          <w:b/>
          <w:i/>
          <w:sz w:val="24"/>
          <w:szCs w:val="24"/>
        </w:rPr>
        <w:t xml:space="preserve"> </w:t>
      </w:r>
      <w:r w:rsidR="001748DB">
        <w:rPr>
          <w:rFonts w:ascii="Cambria" w:hAnsi="Cambria"/>
          <w:b/>
          <w:i/>
          <w:sz w:val="24"/>
          <w:szCs w:val="24"/>
        </w:rPr>
        <w:t>4</w:t>
      </w:r>
      <w:r w:rsidRPr="001748DB">
        <w:rPr>
          <w:rFonts w:ascii="Cambria" w:hAnsi="Cambria"/>
          <w:b/>
          <w:i/>
          <w:sz w:val="24"/>
          <w:szCs w:val="24"/>
        </w:rPr>
        <w:t xml:space="preserve"> do </w:t>
      </w:r>
      <w:r w:rsidR="001748DB">
        <w:rPr>
          <w:rFonts w:ascii="Cambria" w:hAnsi="Cambria"/>
          <w:b/>
          <w:i/>
          <w:sz w:val="24"/>
          <w:szCs w:val="24"/>
        </w:rPr>
        <w:t>SWZ</w:t>
      </w:r>
      <w:r w:rsidR="00CA5DED" w:rsidRPr="001748DB">
        <w:rPr>
          <w:rFonts w:ascii="Cambria" w:hAnsi="Cambria"/>
          <w:b/>
          <w:i/>
          <w:sz w:val="24"/>
          <w:szCs w:val="24"/>
        </w:rPr>
        <w:tab/>
      </w:r>
    </w:p>
    <w:p w14:paraId="238B96EE" w14:textId="77777777" w:rsidR="006A3561" w:rsidRPr="001748DB" w:rsidRDefault="006A3561" w:rsidP="00045916">
      <w:pPr>
        <w:tabs>
          <w:tab w:val="right" w:pos="9000"/>
        </w:tabs>
        <w:rPr>
          <w:rFonts w:ascii="Cambria" w:hAnsi="Cambria"/>
          <w:b/>
          <w:sz w:val="24"/>
          <w:szCs w:val="24"/>
        </w:rPr>
      </w:pPr>
    </w:p>
    <w:p w14:paraId="3D29F1BE" w14:textId="77777777" w:rsidR="00151E04" w:rsidRPr="001748DB" w:rsidRDefault="00151E04" w:rsidP="006A3561">
      <w:pPr>
        <w:tabs>
          <w:tab w:val="right" w:pos="9000"/>
        </w:tabs>
        <w:jc w:val="center"/>
        <w:rPr>
          <w:rFonts w:ascii="Cambria" w:hAnsi="Cambria"/>
          <w:b/>
          <w:sz w:val="24"/>
          <w:szCs w:val="24"/>
        </w:rPr>
      </w:pPr>
    </w:p>
    <w:p w14:paraId="0D2BD23B" w14:textId="77777777" w:rsidR="00151E04" w:rsidRPr="001748DB" w:rsidRDefault="00151E04" w:rsidP="006A3561">
      <w:pPr>
        <w:tabs>
          <w:tab w:val="right" w:pos="9000"/>
        </w:tabs>
        <w:jc w:val="center"/>
        <w:rPr>
          <w:rFonts w:ascii="Cambria" w:hAnsi="Cambria"/>
          <w:b/>
          <w:sz w:val="24"/>
          <w:szCs w:val="24"/>
        </w:rPr>
      </w:pPr>
      <w:r w:rsidRPr="001748DB">
        <w:rPr>
          <w:rFonts w:ascii="Cambria" w:hAnsi="Cambr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A5D77D5" wp14:editId="7ECAF31A">
                <wp:simplePos x="0" y="0"/>
                <wp:positionH relativeFrom="column">
                  <wp:posOffset>-90170</wp:posOffset>
                </wp:positionH>
                <wp:positionV relativeFrom="paragraph">
                  <wp:posOffset>128270</wp:posOffset>
                </wp:positionV>
                <wp:extent cx="1656715" cy="130175"/>
                <wp:effectExtent l="3175" t="635" r="0" b="254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715" cy="13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307A96" w14:textId="77777777" w:rsidR="006A3561" w:rsidRPr="00524FF6" w:rsidRDefault="006A3561" w:rsidP="006A3561">
                            <w:pPr>
                              <w:jc w:val="center"/>
                              <w:rPr>
                                <w:rFonts w:ascii="Cambria" w:hAnsi="Cambria"/>
                                <w:sz w:val="16"/>
                                <w:szCs w:val="16"/>
                              </w:rPr>
                            </w:pPr>
                            <w:r w:rsidRPr="00524FF6">
                              <w:rPr>
                                <w:rFonts w:ascii="Cambria" w:hAnsi="Cambria"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4A5D77D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.1pt;margin-top:10.1pt;width:130.45pt;height:1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" stroked="f">
                <v:textbox inset="0,0,0,0">
                  <w:txbxContent>
                    <w:p w14:paraId="0B307A96" w14:textId="77777777" w:rsidR="006A3561" w:rsidRPr="00524FF6" w:rsidRDefault="006A3561" w:rsidP="006A3561">
                      <w:pPr>
                        <w:jc w:val="center"/>
                        <w:rPr>
                          <w:rFonts w:ascii="Cambria" w:hAnsi="Cambria"/>
                          <w:sz w:val="16"/>
                          <w:szCs w:val="16"/>
                        </w:rPr>
                      </w:pPr>
                      <w:r w:rsidRPr="00524FF6">
                        <w:rPr>
                          <w:rFonts w:ascii="Cambria" w:hAnsi="Cambria"/>
                          <w:sz w:val="16"/>
                          <w:szCs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652CCA7E" w14:textId="77777777" w:rsidR="00151E04" w:rsidRPr="001748DB" w:rsidRDefault="00151E04" w:rsidP="006A3561">
      <w:pPr>
        <w:tabs>
          <w:tab w:val="right" w:pos="9000"/>
        </w:tabs>
        <w:jc w:val="center"/>
        <w:rPr>
          <w:rFonts w:ascii="Cambria" w:hAnsi="Cambria"/>
          <w:b/>
          <w:sz w:val="24"/>
          <w:szCs w:val="24"/>
        </w:rPr>
      </w:pPr>
    </w:p>
    <w:p w14:paraId="0261324C" w14:textId="77777777" w:rsidR="00151E04" w:rsidRPr="001748DB" w:rsidRDefault="00151E04" w:rsidP="006A3561">
      <w:pPr>
        <w:tabs>
          <w:tab w:val="right" w:pos="9000"/>
        </w:tabs>
        <w:jc w:val="center"/>
        <w:rPr>
          <w:rFonts w:ascii="Cambria" w:hAnsi="Cambria"/>
          <w:b/>
          <w:sz w:val="24"/>
          <w:szCs w:val="24"/>
        </w:rPr>
      </w:pPr>
    </w:p>
    <w:p w14:paraId="65D33E03" w14:textId="77777777" w:rsidR="00CB067C" w:rsidRPr="001748DB" w:rsidRDefault="006A3561" w:rsidP="006A3561">
      <w:pPr>
        <w:tabs>
          <w:tab w:val="right" w:pos="9000"/>
        </w:tabs>
        <w:jc w:val="center"/>
        <w:rPr>
          <w:rFonts w:ascii="Cambria" w:hAnsi="Cambria"/>
          <w:b/>
          <w:sz w:val="24"/>
          <w:szCs w:val="24"/>
        </w:rPr>
      </w:pPr>
      <w:r w:rsidRPr="001748DB">
        <w:rPr>
          <w:rFonts w:ascii="Cambria" w:hAnsi="Cambria"/>
          <w:b/>
          <w:sz w:val="24"/>
          <w:szCs w:val="24"/>
        </w:rPr>
        <w:t xml:space="preserve">WYKAZ OSÓB </w:t>
      </w:r>
    </w:p>
    <w:p w14:paraId="05A6622E" w14:textId="77777777" w:rsidR="00524FF6" w:rsidRDefault="00FD3A75" w:rsidP="006A3561">
      <w:pPr>
        <w:tabs>
          <w:tab w:val="right" w:pos="9000"/>
        </w:tabs>
        <w:jc w:val="center"/>
        <w:rPr>
          <w:rFonts w:ascii="Cambria" w:hAnsi="Cambria"/>
          <w:b/>
          <w:sz w:val="24"/>
          <w:szCs w:val="24"/>
        </w:rPr>
      </w:pPr>
      <w:r w:rsidRPr="001748DB">
        <w:rPr>
          <w:rFonts w:ascii="Cambria" w:hAnsi="Cambria"/>
          <w:b/>
          <w:sz w:val="24"/>
          <w:szCs w:val="24"/>
        </w:rPr>
        <w:t>wyznaczonych</w:t>
      </w:r>
      <w:r w:rsidR="00CB067C" w:rsidRPr="001748DB">
        <w:rPr>
          <w:rFonts w:ascii="Cambria" w:hAnsi="Cambria"/>
          <w:b/>
          <w:sz w:val="24"/>
          <w:szCs w:val="24"/>
        </w:rPr>
        <w:t xml:space="preserve"> do realizacji zamówienia</w:t>
      </w:r>
      <w:r w:rsidR="00322811" w:rsidRPr="001748DB">
        <w:rPr>
          <w:rFonts w:ascii="Cambria" w:hAnsi="Cambria"/>
          <w:b/>
          <w:sz w:val="24"/>
          <w:szCs w:val="24"/>
        </w:rPr>
        <w:t xml:space="preserve"> </w:t>
      </w:r>
    </w:p>
    <w:p w14:paraId="73FEDFF7" w14:textId="5EC78A17" w:rsidR="006A3561" w:rsidRDefault="00611E74" w:rsidP="006A3561">
      <w:pPr>
        <w:tabs>
          <w:tab w:val="right" w:pos="9000"/>
        </w:tabs>
        <w:jc w:val="center"/>
        <w:rPr>
          <w:rFonts w:ascii="Cambria" w:hAnsi="Cambria"/>
          <w:b/>
          <w:color w:val="FF0000"/>
          <w:sz w:val="22"/>
          <w:szCs w:val="22"/>
        </w:rPr>
      </w:pPr>
      <w:r>
        <w:rPr>
          <w:rFonts w:ascii="Cambria" w:hAnsi="Cambria"/>
          <w:b/>
          <w:color w:val="FF0000"/>
          <w:sz w:val="22"/>
          <w:szCs w:val="22"/>
        </w:rPr>
        <w:t>zadanie -</w:t>
      </w:r>
      <w:r w:rsidR="001748DB" w:rsidRPr="007034C1">
        <w:rPr>
          <w:rFonts w:ascii="Cambria" w:hAnsi="Cambria"/>
          <w:b/>
          <w:color w:val="FF0000"/>
          <w:sz w:val="22"/>
          <w:szCs w:val="22"/>
        </w:rPr>
        <w:t xml:space="preserve"> część nr </w:t>
      </w:r>
      <w:r>
        <w:rPr>
          <w:rFonts w:ascii="Cambria" w:hAnsi="Cambria"/>
          <w:b/>
          <w:color w:val="FF0000"/>
          <w:sz w:val="22"/>
          <w:szCs w:val="22"/>
        </w:rPr>
        <w:t>1 / 2</w:t>
      </w:r>
      <w:r w:rsidR="001748DB">
        <w:rPr>
          <w:rFonts w:ascii="Cambria" w:hAnsi="Cambria"/>
          <w:b/>
          <w:color w:val="FF0000"/>
          <w:sz w:val="22"/>
          <w:szCs w:val="22"/>
        </w:rPr>
        <w:t>*</w:t>
      </w:r>
    </w:p>
    <w:p w14:paraId="13E306A3" w14:textId="77777777" w:rsidR="006A3561" w:rsidRPr="001748DB" w:rsidRDefault="006A3561" w:rsidP="006A3561">
      <w:pPr>
        <w:tabs>
          <w:tab w:val="right" w:pos="9000"/>
        </w:tabs>
        <w:rPr>
          <w:rFonts w:ascii="Cambria" w:hAnsi="Cambria"/>
          <w:b/>
          <w:sz w:val="24"/>
          <w:szCs w:val="24"/>
        </w:rPr>
      </w:pPr>
    </w:p>
    <w:p w14:paraId="07825118" w14:textId="77777777" w:rsidR="006A3561" w:rsidRPr="001748DB" w:rsidRDefault="006A3561" w:rsidP="006A3561">
      <w:pPr>
        <w:tabs>
          <w:tab w:val="right" w:pos="9000"/>
        </w:tabs>
        <w:spacing w:line="360" w:lineRule="auto"/>
        <w:rPr>
          <w:rFonts w:ascii="Cambria" w:hAnsi="Cambria"/>
          <w:sz w:val="24"/>
          <w:szCs w:val="24"/>
        </w:rPr>
      </w:pPr>
      <w:r w:rsidRPr="001748DB">
        <w:rPr>
          <w:rFonts w:ascii="Cambria" w:hAnsi="Cambria"/>
          <w:sz w:val="24"/>
          <w:szCs w:val="24"/>
        </w:rPr>
        <w:t>NAZWA WYKONAWCY: ………………………………………………………….</w:t>
      </w:r>
    </w:p>
    <w:p w14:paraId="2D6DA9D6" w14:textId="77777777" w:rsidR="006A3561" w:rsidRPr="001748DB" w:rsidRDefault="006A3561" w:rsidP="006A3561">
      <w:pPr>
        <w:tabs>
          <w:tab w:val="right" w:pos="9000"/>
        </w:tabs>
        <w:spacing w:line="360" w:lineRule="auto"/>
        <w:rPr>
          <w:rFonts w:ascii="Cambria" w:hAnsi="Cambria"/>
          <w:sz w:val="24"/>
          <w:szCs w:val="24"/>
        </w:rPr>
      </w:pPr>
      <w:r w:rsidRPr="001748DB">
        <w:rPr>
          <w:rFonts w:ascii="Cambria" w:hAnsi="Cambria"/>
          <w:sz w:val="24"/>
          <w:szCs w:val="24"/>
        </w:rPr>
        <w:t xml:space="preserve">ADRES:…………………………………………………………………………. </w:t>
      </w:r>
    </w:p>
    <w:p w14:paraId="224456E5" w14:textId="08B281D2" w:rsidR="001748DB" w:rsidRDefault="001748DB" w:rsidP="00703E82">
      <w:pPr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 w:rsidRPr="009F38A4">
        <w:rPr>
          <w:rFonts w:ascii="Cambria" w:hAnsi="Cambria"/>
          <w:sz w:val="22"/>
          <w:szCs w:val="22"/>
        </w:rPr>
        <w:t xml:space="preserve">Przystępując do udziału w postępowaniu o udzielenie zamówienia publicznego prowadzonego w trybie </w:t>
      </w:r>
      <w:r>
        <w:rPr>
          <w:rFonts w:ascii="Cambria" w:hAnsi="Cambria"/>
          <w:sz w:val="22"/>
          <w:szCs w:val="22"/>
        </w:rPr>
        <w:t>podstawowym art. 275 ust 1 Pzp,</w:t>
      </w:r>
      <w:r w:rsidRPr="009F38A4">
        <w:rPr>
          <w:rFonts w:ascii="Cambria" w:hAnsi="Cambria"/>
          <w:sz w:val="22"/>
          <w:szCs w:val="22"/>
        </w:rPr>
        <w:t xml:space="preserve"> o udzielenie zamówienia którego przedmiotem jest usługa pn.: </w:t>
      </w:r>
    </w:p>
    <w:p w14:paraId="0688893A" w14:textId="2F7F83C8" w:rsidR="00524FF6" w:rsidRPr="00524FF6" w:rsidRDefault="00524FF6" w:rsidP="00524FF6">
      <w:pPr>
        <w:pStyle w:val="Standard"/>
        <w:shd w:val="clear" w:color="auto" w:fill="FFFFFF"/>
        <w:jc w:val="center"/>
        <w:rPr>
          <w:rFonts w:ascii="Cambria" w:hAnsi="Cambria"/>
          <w:b/>
          <w:i/>
        </w:rPr>
      </w:pPr>
      <w:r w:rsidRPr="00524FF6">
        <w:rPr>
          <w:rFonts w:ascii="Cambria" w:eastAsia="Times New Roman" w:hAnsi="Cambria" w:cs="Times New Roman"/>
          <w:b/>
          <w:i/>
          <w:lang w:eastAsia="ar-SA"/>
        </w:rPr>
        <w:t>Zorganizowanie i przeprowadzenie kursów specjalistyczn</w:t>
      </w:r>
      <w:r w:rsidR="007E5410">
        <w:rPr>
          <w:rFonts w:ascii="Cambria" w:eastAsia="Times New Roman" w:hAnsi="Cambria" w:cs="Times New Roman"/>
          <w:b/>
          <w:i/>
          <w:lang w:eastAsia="ar-SA"/>
        </w:rPr>
        <w:t>ych</w:t>
      </w:r>
      <w:r w:rsidRPr="00524FF6">
        <w:rPr>
          <w:rFonts w:ascii="Cambria" w:eastAsia="Times New Roman" w:hAnsi="Cambria" w:cs="Times New Roman"/>
          <w:b/>
          <w:i/>
          <w:lang w:eastAsia="ar-SA"/>
        </w:rPr>
        <w:t xml:space="preserve"> dla pielęgniarek</w:t>
      </w:r>
      <w:r w:rsidRPr="00524FF6">
        <w:rPr>
          <w:rFonts w:ascii="Cambria" w:eastAsia="Times New Roman" w:hAnsi="Cambria" w:cs="Times New Roman"/>
          <w:b/>
          <w:i/>
          <w:lang w:eastAsia="ar-SA"/>
        </w:rPr>
        <w:br/>
      </w:r>
      <w:r w:rsidRPr="00524FF6">
        <w:rPr>
          <w:rFonts w:ascii="Cambria" w:hAnsi="Cambria" w:cs="Times New Roman"/>
          <w:b/>
          <w:i/>
          <w:color w:val="363636"/>
        </w:rPr>
        <w:t xml:space="preserve"> </w:t>
      </w:r>
      <w:r w:rsidRPr="00524FF6">
        <w:rPr>
          <w:rFonts w:ascii="Cambria" w:eastAsia="Times New Roman" w:hAnsi="Cambria" w:cs="Times New Roman"/>
          <w:b/>
          <w:i/>
          <w:lang w:eastAsia="ar-SA"/>
        </w:rPr>
        <w:t>w ramach projektu „Opracowanie i wdrożenie Programu rozwojowego PWSZ im. Witelona W Legnicy dla kierunku Pielęgniarstwo na studiach I stopnia wraz z Programem Rozwojowym absolwenta”.</w:t>
      </w:r>
    </w:p>
    <w:p w14:paraId="54912557" w14:textId="054249E8" w:rsidR="00664D26" w:rsidRPr="001748DB" w:rsidRDefault="00322811" w:rsidP="00703E82">
      <w:pPr>
        <w:spacing w:before="120" w:after="120" w:line="276" w:lineRule="auto"/>
        <w:jc w:val="both"/>
        <w:rPr>
          <w:rFonts w:ascii="Cambria" w:hAnsi="Cambria" w:cs="Arial"/>
          <w:i/>
          <w:sz w:val="24"/>
          <w:szCs w:val="24"/>
        </w:rPr>
      </w:pPr>
      <w:r w:rsidRPr="001748DB">
        <w:rPr>
          <w:rFonts w:ascii="Cambria" w:hAnsi="Cambria" w:cs="Arial"/>
          <w:i/>
          <w:sz w:val="24"/>
          <w:szCs w:val="24"/>
        </w:rPr>
        <w:t xml:space="preserve">Postępowanie nr </w:t>
      </w:r>
      <w:r w:rsidR="00703E82" w:rsidRPr="001748DB">
        <w:rPr>
          <w:rFonts w:ascii="Cambria" w:hAnsi="Cambria" w:cs="Arial"/>
          <w:i/>
          <w:iCs/>
          <w:sz w:val="24"/>
          <w:szCs w:val="24"/>
        </w:rPr>
        <w:t>DB.077.PRKP.0</w:t>
      </w:r>
      <w:r w:rsidR="003F2270">
        <w:rPr>
          <w:rFonts w:ascii="Cambria" w:hAnsi="Cambria" w:cs="Arial"/>
          <w:i/>
          <w:iCs/>
          <w:sz w:val="24"/>
          <w:szCs w:val="24"/>
        </w:rPr>
        <w:t>2</w:t>
      </w:r>
      <w:r w:rsidR="00703E82" w:rsidRPr="001748DB">
        <w:rPr>
          <w:rFonts w:ascii="Cambria" w:hAnsi="Cambria" w:cs="Arial"/>
          <w:i/>
          <w:iCs/>
          <w:sz w:val="24"/>
          <w:szCs w:val="24"/>
        </w:rPr>
        <w:t>.202</w:t>
      </w:r>
      <w:r w:rsidR="00524FF6">
        <w:rPr>
          <w:rFonts w:ascii="Cambria" w:hAnsi="Cambria" w:cs="Arial"/>
          <w:i/>
          <w:iCs/>
          <w:sz w:val="24"/>
          <w:szCs w:val="24"/>
        </w:rPr>
        <w:t>1</w:t>
      </w:r>
      <w:r w:rsidR="00151E04" w:rsidRPr="001748DB">
        <w:rPr>
          <w:rFonts w:ascii="Cambria" w:hAnsi="Cambria"/>
          <w:iCs/>
          <w:sz w:val="24"/>
          <w:szCs w:val="24"/>
        </w:rPr>
        <w:t>, niniejszym przedstawiamy wykaz osób, które będą uczestniczyć w</w:t>
      </w:r>
      <w:r w:rsidR="00A20275" w:rsidRPr="001748DB">
        <w:rPr>
          <w:rFonts w:ascii="Cambria" w:hAnsi="Cambria"/>
          <w:iCs/>
          <w:sz w:val="24"/>
          <w:szCs w:val="24"/>
        </w:rPr>
        <w:t> </w:t>
      </w:r>
      <w:r w:rsidR="00151E04" w:rsidRPr="001748DB">
        <w:rPr>
          <w:rFonts w:ascii="Cambria" w:hAnsi="Cambria"/>
          <w:iCs/>
          <w:sz w:val="24"/>
          <w:szCs w:val="24"/>
        </w:rPr>
        <w:t>wykonywaniu zamówienia</w:t>
      </w:r>
      <w:r w:rsidR="007B7E4B" w:rsidRPr="001748DB">
        <w:rPr>
          <w:rFonts w:ascii="Cambria" w:hAnsi="Cambria"/>
          <w:iCs/>
          <w:sz w:val="24"/>
          <w:szCs w:val="24"/>
        </w:rPr>
        <w:t xml:space="preserve"> i </w:t>
      </w:r>
      <w:r w:rsidR="00C77D64" w:rsidRPr="001748DB">
        <w:rPr>
          <w:rFonts w:ascii="Cambria" w:hAnsi="Cambria"/>
          <w:iCs/>
          <w:sz w:val="24"/>
          <w:szCs w:val="24"/>
        </w:rPr>
        <w:t>spełniają warunk</w:t>
      </w:r>
      <w:r w:rsidR="00D51447" w:rsidRPr="001748DB">
        <w:rPr>
          <w:rFonts w:ascii="Cambria" w:hAnsi="Cambria"/>
          <w:iCs/>
          <w:sz w:val="24"/>
          <w:szCs w:val="24"/>
        </w:rPr>
        <w:t>i dotyczące zdolności technicznych bądź zawodowych</w:t>
      </w:r>
      <w:r w:rsidR="00C77D64" w:rsidRPr="001748DB">
        <w:rPr>
          <w:rFonts w:ascii="Cambria" w:hAnsi="Cambria"/>
          <w:iCs/>
          <w:sz w:val="24"/>
          <w:szCs w:val="24"/>
        </w:rPr>
        <w:t xml:space="preserve"> zawarte w </w:t>
      </w:r>
      <w:r w:rsidRPr="001748DB">
        <w:rPr>
          <w:rFonts w:ascii="Cambria" w:hAnsi="Cambria"/>
          <w:iCs/>
          <w:sz w:val="24"/>
          <w:szCs w:val="24"/>
        </w:rPr>
        <w:t>roz</w:t>
      </w:r>
      <w:r w:rsidR="00703E82" w:rsidRPr="001748DB">
        <w:rPr>
          <w:rFonts w:ascii="Cambria" w:hAnsi="Cambria"/>
          <w:iCs/>
          <w:sz w:val="24"/>
          <w:szCs w:val="24"/>
        </w:rPr>
        <w:t xml:space="preserve">dz. </w:t>
      </w:r>
      <w:r w:rsidR="00524FF6">
        <w:rPr>
          <w:rFonts w:ascii="Cambria" w:hAnsi="Cambria"/>
          <w:iCs/>
          <w:sz w:val="24"/>
          <w:szCs w:val="24"/>
        </w:rPr>
        <w:t xml:space="preserve">XV </w:t>
      </w:r>
      <w:r w:rsidR="00703E82" w:rsidRPr="001748DB">
        <w:rPr>
          <w:rFonts w:ascii="Cambria" w:hAnsi="Cambria"/>
          <w:iCs/>
          <w:sz w:val="24"/>
          <w:szCs w:val="24"/>
        </w:rPr>
        <w:t xml:space="preserve"> ust. 1 pkt </w:t>
      </w:r>
      <w:r w:rsidR="00524FF6">
        <w:rPr>
          <w:rFonts w:ascii="Cambria" w:hAnsi="Cambria"/>
          <w:iCs/>
          <w:sz w:val="24"/>
          <w:szCs w:val="24"/>
        </w:rPr>
        <w:t>1.3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5561"/>
        <w:gridCol w:w="1752"/>
      </w:tblGrid>
      <w:tr w:rsidR="00664D26" w:rsidRPr="001748DB" w14:paraId="1987999D" w14:textId="77777777" w:rsidTr="004546F1">
        <w:trPr>
          <w:trHeight w:val="852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4EB0" w14:textId="77777777" w:rsidR="00664D26" w:rsidRPr="001748DB" w:rsidRDefault="00664D26" w:rsidP="004546F1">
            <w:pPr>
              <w:tabs>
                <w:tab w:val="left" w:pos="0"/>
              </w:tabs>
              <w:spacing w:before="120"/>
              <w:jc w:val="center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1748DB">
              <w:rPr>
                <w:rFonts w:ascii="Cambria" w:hAnsi="Cambria"/>
                <w:b/>
                <w:color w:val="000000"/>
                <w:sz w:val="24"/>
                <w:szCs w:val="24"/>
              </w:rPr>
              <w:t>Instruktor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7AAAD" w14:textId="77777777" w:rsidR="00664D26" w:rsidRPr="001748DB" w:rsidRDefault="00664D26" w:rsidP="004546F1">
            <w:pPr>
              <w:tabs>
                <w:tab w:val="left" w:pos="0"/>
              </w:tabs>
              <w:spacing w:before="120"/>
              <w:jc w:val="center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1748DB">
              <w:rPr>
                <w:rFonts w:ascii="Cambria" w:hAnsi="Cambria"/>
                <w:b/>
                <w:color w:val="000000"/>
                <w:sz w:val="24"/>
                <w:szCs w:val="24"/>
              </w:rPr>
              <w:t xml:space="preserve"> Kwalifikacje zawodowe, wykształcenie i doświadczenie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B88B1" w14:textId="669E87C2" w:rsidR="00664D26" w:rsidRPr="001748DB" w:rsidRDefault="00664D26" w:rsidP="004546F1">
            <w:pPr>
              <w:tabs>
                <w:tab w:val="left" w:pos="0"/>
              </w:tabs>
              <w:spacing w:before="120"/>
              <w:jc w:val="center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1748DB">
              <w:rPr>
                <w:rFonts w:ascii="Cambria" w:hAnsi="Cambria"/>
                <w:b/>
                <w:color w:val="000000"/>
                <w:sz w:val="24"/>
                <w:szCs w:val="24"/>
              </w:rPr>
              <w:t>Informacja o podstawie do dysponowania *</w:t>
            </w:r>
            <w:r w:rsidR="00524FF6">
              <w:rPr>
                <w:rFonts w:ascii="Cambria" w:hAnsi="Cambria"/>
                <w:b/>
                <w:color w:val="000000"/>
                <w:sz w:val="24"/>
                <w:szCs w:val="24"/>
              </w:rPr>
              <w:t>*</w:t>
            </w:r>
          </w:p>
        </w:tc>
      </w:tr>
      <w:tr w:rsidR="00664D26" w:rsidRPr="001748DB" w14:paraId="575AD8E5" w14:textId="77777777" w:rsidTr="004546F1">
        <w:trPr>
          <w:trHeight w:val="810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CCF11" w14:textId="77777777" w:rsidR="00664D26" w:rsidRPr="001748DB" w:rsidRDefault="00664D26" w:rsidP="004546F1">
            <w:pPr>
              <w:tabs>
                <w:tab w:val="left" w:pos="0"/>
              </w:tabs>
              <w:spacing w:line="360" w:lineRule="auto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14:paraId="2640670A" w14:textId="77777777" w:rsidR="00664D26" w:rsidRPr="001748DB" w:rsidRDefault="00664D26" w:rsidP="004546F1">
            <w:pPr>
              <w:tabs>
                <w:tab w:val="left" w:pos="0"/>
              </w:tabs>
              <w:spacing w:before="120"/>
              <w:jc w:val="center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1748DB">
              <w:rPr>
                <w:rFonts w:ascii="Cambria" w:hAnsi="Cambria"/>
                <w:b/>
                <w:color w:val="000000"/>
                <w:sz w:val="24"/>
                <w:szCs w:val="24"/>
              </w:rPr>
              <w:t>Imię i Nazwisko</w:t>
            </w:r>
          </w:p>
          <w:p w14:paraId="25D4E1BF" w14:textId="72E51B40" w:rsidR="00244161" w:rsidRPr="001748DB" w:rsidRDefault="00244161" w:rsidP="004546F1">
            <w:pPr>
              <w:tabs>
                <w:tab w:val="left" w:pos="0"/>
              </w:tabs>
              <w:spacing w:before="120"/>
              <w:jc w:val="center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1748DB">
              <w:rPr>
                <w:rFonts w:ascii="Cambria" w:hAnsi="Cambria"/>
                <w:b/>
                <w:color w:val="000000"/>
                <w:sz w:val="24"/>
                <w:szCs w:val="24"/>
              </w:rPr>
              <w:t>………………………</w:t>
            </w:r>
          </w:p>
          <w:p w14:paraId="5A534F4C" w14:textId="77777777" w:rsidR="00244161" w:rsidRPr="001748DB" w:rsidRDefault="00244161" w:rsidP="004546F1">
            <w:pPr>
              <w:tabs>
                <w:tab w:val="left" w:pos="0"/>
              </w:tabs>
              <w:spacing w:before="120"/>
              <w:jc w:val="center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</w:p>
          <w:p w14:paraId="0FBDB664" w14:textId="172B913F" w:rsidR="00664D26" w:rsidRPr="001748DB" w:rsidRDefault="00664D26" w:rsidP="004546F1">
            <w:pPr>
              <w:tabs>
                <w:tab w:val="left" w:pos="0"/>
              </w:tabs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D367" w14:textId="15C06A25" w:rsidR="00244161" w:rsidRDefault="00244161" w:rsidP="004546F1">
            <w:pPr>
              <w:tabs>
                <w:tab w:val="left" w:pos="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1748DB">
              <w:rPr>
                <w:rFonts w:ascii="Cambria" w:hAnsi="Cambria"/>
                <w:sz w:val="24"/>
                <w:szCs w:val="24"/>
              </w:rPr>
              <w:t xml:space="preserve">Posiada doświadczenie w przeprowadzeniu co najmniej </w:t>
            </w:r>
            <w:r w:rsidR="00CD0AB1">
              <w:rPr>
                <w:rFonts w:ascii="Cambria" w:hAnsi="Cambria"/>
                <w:sz w:val="24"/>
                <w:szCs w:val="24"/>
              </w:rPr>
              <w:t>dwóch</w:t>
            </w:r>
            <w:r w:rsidRPr="001748DB">
              <w:rPr>
                <w:rFonts w:ascii="Cambria" w:hAnsi="Cambria"/>
                <w:sz w:val="24"/>
                <w:szCs w:val="24"/>
              </w:rPr>
              <w:t xml:space="preserve"> kurs</w:t>
            </w:r>
            <w:r w:rsidR="00CD0AB1">
              <w:rPr>
                <w:rFonts w:ascii="Cambria" w:hAnsi="Cambria"/>
                <w:sz w:val="24"/>
                <w:szCs w:val="24"/>
              </w:rPr>
              <w:t>ów</w:t>
            </w:r>
            <w:r w:rsidRPr="001748DB">
              <w:rPr>
                <w:rFonts w:ascii="Cambria" w:hAnsi="Cambria"/>
                <w:sz w:val="24"/>
                <w:szCs w:val="24"/>
              </w:rPr>
              <w:t xml:space="preserve"> z zakresu </w:t>
            </w:r>
            <w:r w:rsidR="00524FF6">
              <w:rPr>
                <w:rFonts w:ascii="Cambria" w:hAnsi="Cambria"/>
                <w:sz w:val="24"/>
                <w:szCs w:val="24"/>
              </w:rPr>
              <w:t>zadania:</w:t>
            </w:r>
          </w:p>
          <w:p w14:paraId="1EBF2490" w14:textId="77777777" w:rsidR="00524FF6" w:rsidRPr="00524FF6" w:rsidRDefault="00524FF6" w:rsidP="00524FF6">
            <w:pPr>
              <w:pStyle w:val="Akapitzlist"/>
              <w:numPr>
                <w:ilvl w:val="0"/>
                <w:numId w:val="13"/>
              </w:numPr>
              <w:tabs>
                <w:tab w:val="left" w:pos="0"/>
              </w:tabs>
              <w:jc w:val="both"/>
              <w:rPr>
                <w:rFonts w:ascii="Cambria" w:hAnsi="Cambria"/>
                <w:bCs/>
                <w:color w:val="000000"/>
                <w:sz w:val="24"/>
                <w:szCs w:val="24"/>
              </w:rPr>
            </w:pPr>
            <w:r w:rsidRPr="00524FF6">
              <w:rPr>
                <w:rFonts w:ascii="Cambria" w:hAnsi="Cambria"/>
                <w:bCs/>
                <w:color w:val="000000"/>
                <w:sz w:val="24"/>
                <w:szCs w:val="24"/>
              </w:rPr>
              <w:t>resuscytacja krążeniowo oddechowa dla pielęgniarek i położnych</w:t>
            </w:r>
          </w:p>
          <w:p w14:paraId="75832673" w14:textId="5F3FBEB2" w:rsidR="00524FF6" w:rsidRPr="00524FF6" w:rsidRDefault="00524FF6" w:rsidP="00524FF6">
            <w:pPr>
              <w:pStyle w:val="Akapitzlist"/>
              <w:numPr>
                <w:ilvl w:val="0"/>
                <w:numId w:val="13"/>
              </w:numPr>
              <w:tabs>
                <w:tab w:val="left" w:pos="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524FF6">
              <w:rPr>
                <w:rFonts w:ascii="Cambria" w:hAnsi="Cambria"/>
                <w:bCs/>
                <w:color w:val="000000"/>
                <w:sz w:val="24"/>
              </w:rPr>
              <w:t>wykonani</w:t>
            </w:r>
            <w:r w:rsidR="00B21B03">
              <w:rPr>
                <w:rFonts w:ascii="Cambria" w:hAnsi="Cambria"/>
                <w:bCs/>
                <w:color w:val="000000"/>
                <w:sz w:val="24"/>
              </w:rPr>
              <w:t>e</w:t>
            </w:r>
            <w:r w:rsidRPr="00524FF6">
              <w:rPr>
                <w:rFonts w:ascii="Cambria" w:hAnsi="Cambria"/>
                <w:bCs/>
                <w:color w:val="000000"/>
                <w:sz w:val="24"/>
              </w:rPr>
              <w:t xml:space="preserve"> i interpretacj</w:t>
            </w:r>
            <w:r w:rsidR="00B21B03">
              <w:rPr>
                <w:rFonts w:ascii="Cambria" w:hAnsi="Cambria"/>
                <w:bCs/>
                <w:color w:val="000000"/>
                <w:sz w:val="24"/>
              </w:rPr>
              <w:t>a</w:t>
            </w:r>
            <w:r w:rsidRPr="00524FF6">
              <w:rPr>
                <w:rFonts w:ascii="Cambria" w:hAnsi="Cambria"/>
                <w:bCs/>
                <w:color w:val="000000"/>
                <w:sz w:val="24"/>
              </w:rPr>
              <w:t xml:space="preserve"> zapisu elektrokardiograficznego u dorosłych</w:t>
            </w:r>
          </w:p>
          <w:p w14:paraId="6716AC0D" w14:textId="0CA8F49C" w:rsidR="00524FF6" w:rsidRPr="00524FF6" w:rsidRDefault="00524FF6" w:rsidP="00524FF6">
            <w:pPr>
              <w:tabs>
                <w:tab w:val="left" w:pos="0"/>
              </w:tabs>
              <w:jc w:val="both"/>
              <w:rPr>
                <w:rFonts w:ascii="Cambria" w:hAnsi="Cambria"/>
                <w:i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ambria" w:hAnsi="Cambria"/>
                <w:i/>
                <w:sz w:val="24"/>
                <w:szCs w:val="24"/>
              </w:rPr>
              <w:t>*</w:t>
            </w:r>
            <w:r w:rsidRPr="00524FF6">
              <w:rPr>
                <w:rFonts w:ascii="Cambria" w:hAnsi="Cambria"/>
                <w:i/>
                <w:sz w:val="24"/>
                <w:szCs w:val="24"/>
              </w:rPr>
              <w:t>niepotrzebne skreślić</w:t>
            </w:r>
            <w:r w:rsidR="00CE5A76">
              <w:rPr>
                <w:rFonts w:ascii="Cambria" w:hAnsi="Cambria"/>
                <w:i/>
                <w:sz w:val="24"/>
                <w:szCs w:val="24"/>
              </w:rPr>
              <w:t xml:space="preserve"> w zależności od tego</w:t>
            </w:r>
            <w:r w:rsidR="00CD0AB1">
              <w:rPr>
                <w:rFonts w:ascii="Cambria" w:hAnsi="Cambria"/>
                <w:i/>
                <w:sz w:val="24"/>
                <w:szCs w:val="24"/>
              </w:rPr>
              <w:t>,</w:t>
            </w:r>
            <w:r w:rsidR="00CE5A76">
              <w:rPr>
                <w:rFonts w:ascii="Cambria" w:hAnsi="Cambria"/>
                <w:i/>
                <w:sz w:val="24"/>
                <w:szCs w:val="24"/>
              </w:rPr>
              <w:t xml:space="preserve"> której części zamówienia dotyczy wykaz osób</w:t>
            </w:r>
          </w:p>
          <w:p w14:paraId="0A8D7445" w14:textId="77777777" w:rsidR="00524FF6" w:rsidRPr="001748DB" w:rsidRDefault="00524FF6" w:rsidP="004546F1">
            <w:pPr>
              <w:tabs>
                <w:tab w:val="left" w:pos="0"/>
              </w:tabs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289E32BD" w14:textId="7A769645" w:rsidR="00244161" w:rsidRPr="000C1095" w:rsidRDefault="00244161" w:rsidP="000C1095">
            <w:pPr>
              <w:pStyle w:val="Akapitzlist"/>
              <w:numPr>
                <w:ilvl w:val="0"/>
                <w:numId w:val="15"/>
              </w:numPr>
              <w:tabs>
                <w:tab w:val="left" w:pos="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0C1095">
              <w:rPr>
                <w:rFonts w:ascii="Cambria" w:hAnsi="Cambria"/>
                <w:sz w:val="24"/>
                <w:szCs w:val="24"/>
              </w:rPr>
              <w:t>…………………………………………………</w:t>
            </w:r>
          </w:p>
          <w:p w14:paraId="580D3C93" w14:textId="5AA31746" w:rsidR="00244161" w:rsidRDefault="00244161" w:rsidP="00244161">
            <w:pPr>
              <w:tabs>
                <w:tab w:val="left" w:pos="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1748DB">
              <w:rPr>
                <w:rFonts w:ascii="Cambria" w:hAnsi="Cambria"/>
                <w:sz w:val="24"/>
                <w:szCs w:val="24"/>
              </w:rPr>
              <w:t>(Nazwa kursu, zleceniodawca, data realizacji)</w:t>
            </w:r>
          </w:p>
          <w:p w14:paraId="3DC0CC7E" w14:textId="2314524A" w:rsidR="00B21B03" w:rsidRDefault="00B21B03" w:rsidP="000C1095">
            <w:pPr>
              <w:pStyle w:val="Akapitzlist"/>
              <w:numPr>
                <w:ilvl w:val="0"/>
                <w:numId w:val="15"/>
              </w:numPr>
              <w:tabs>
                <w:tab w:val="left" w:pos="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……………………………………………………</w:t>
            </w:r>
          </w:p>
          <w:p w14:paraId="5DA5B0FB" w14:textId="4EB898AC" w:rsidR="00B21B03" w:rsidRPr="000C1095" w:rsidRDefault="00B21B03" w:rsidP="000C1095">
            <w:pPr>
              <w:tabs>
                <w:tab w:val="left" w:pos="0"/>
              </w:tabs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0ED9AAEC" w14:textId="77777777" w:rsidR="00244161" w:rsidRPr="001748DB" w:rsidRDefault="00244161" w:rsidP="00244161">
            <w:pPr>
              <w:tabs>
                <w:tab w:val="left" w:pos="0"/>
              </w:tabs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103FB800" w14:textId="77777777" w:rsidR="00244161" w:rsidRPr="001748DB" w:rsidRDefault="00244161" w:rsidP="004546F1">
            <w:pPr>
              <w:tabs>
                <w:tab w:val="left" w:pos="0"/>
              </w:tabs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7782960A" w14:textId="77777777" w:rsidR="00244161" w:rsidRPr="001748DB" w:rsidRDefault="00244161" w:rsidP="004546F1">
            <w:pPr>
              <w:tabs>
                <w:tab w:val="left" w:pos="0"/>
              </w:tabs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7C0AD6F1" w14:textId="1AF3A607" w:rsidR="00664D26" w:rsidRPr="001748DB" w:rsidRDefault="00664D26" w:rsidP="004546F1">
            <w:pPr>
              <w:tabs>
                <w:tab w:val="left" w:pos="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E4D9BB" w14:textId="77777777" w:rsidR="00664D26" w:rsidRPr="001748DB" w:rsidRDefault="00664D26" w:rsidP="004546F1">
            <w:pPr>
              <w:tabs>
                <w:tab w:val="left" w:pos="0"/>
              </w:tabs>
              <w:spacing w:line="360" w:lineRule="auto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14:paraId="5481B047" w14:textId="77777777" w:rsidR="00664D26" w:rsidRPr="001748DB" w:rsidRDefault="00664D26" w:rsidP="004546F1">
            <w:pPr>
              <w:tabs>
                <w:tab w:val="left" w:pos="0"/>
              </w:tabs>
              <w:spacing w:line="360" w:lineRule="auto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14:paraId="0E54695D" w14:textId="77777777" w:rsidR="00664D26" w:rsidRPr="001748DB" w:rsidRDefault="00664D26" w:rsidP="004546F1">
            <w:pPr>
              <w:tabs>
                <w:tab w:val="left" w:pos="0"/>
              </w:tabs>
              <w:spacing w:line="360" w:lineRule="auto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</w:tbl>
    <w:p w14:paraId="48376A7C" w14:textId="77777777" w:rsidR="00664D26" w:rsidRPr="001748DB" w:rsidRDefault="00664D26" w:rsidP="00664D26">
      <w:pPr>
        <w:spacing w:line="360" w:lineRule="auto"/>
        <w:jc w:val="both"/>
        <w:rPr>
          <w:rFonts w:ascii="Cambria" w:hAnsi="Cambria"/>
          <w:b/>
          <w:sz w:val="24"/>
          <w:szCs w:val="24"/>
        </w:rPr>
      </w:pPr>
    </w:p>
    <w:p w14:paraId="4C771F28" w14:textId="77777777" w:rsidR="00664D26" w:rsidRPr="001748DB" w:rsidRDefault="00664D26" w:rsidP="00664D26">
      <w:pPr>
        <w:spacing w:line="360" w:lineRule="auto"/>
        <w:jc w:val="both"/>
        <w:rPr>
          <w:rFonts w:ascii="Cambria" w:hAnsi="Cambria"/>
          <w:b/>
          <w:sz w:val="24"/>
          <w:szCs w:val="24"/>
        </w:rPr>
      </w:pPr>
    </w:p>
    <w:p w14:paraId="10F31A40" w14:textId="77777777" w:rsidR="00664D26" w:rsidRPr="001748DB" w:rsidRDefault="00664D26" w:rsidP="00664D26">
      <w:pPr>
        <w:spacing w:line="360" w:lineRule="auto"/>
        <w:jc w:val="both"/>
        <w:rPr>
          <w:rFonts w:ascii="Cambria" w:hAnsi="Cambria"/>
          <w:b/>
          <w:sz w:val="24"/>
          <w:szCs w:val="24"/>
        </w:rPr>
      </w:pPr>
    </w:p>
    <w:p w14:paraId="0B0EC610" w14:textId="60DB417B" w:rsidR="006A3561" w:rsidRPr="001748DB" w:rsidRDefault="006A3561" w:rsidP="006A3561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1748DB">
        <w:rPr>
          <w:rFonts w:ascii="Cambria" w:hAnsi="Cambria"/>
          <w:sz w:val="24"/>
          <w:szCs w:val="24"/>
        </w:rPr>
        <w:t>Miejscow</w:t>
      </w:r>
      <w:r w:rsidR="00322811" w:rsidRPr="001748DB">
        <w:rPr>
          <w:rFonts w:ascii="Cambria" w:hAnsi="Cambria"/>
          <w:sz w:val="24"/>
          <w:szCs w:val="24"/>
        </w:rPr>
        <w:t>o</w:t>
      </w:r>
      <w:r w:rsidR="00524FF6">
        <w:rPr>
          <w:rFonts w:ascii="Cambria" w:hAnsi="Cambria"/>
          <w:sz w:val="24"/>
          <w:szCs w:val="24"/>
        </w:rPr>
        <w:t>ść, ……………………., dnia ……………………2021</w:t>
      </w:r>
      <w:r w:rsidR="0028266F" w:rsidRPr="001748DB">
        <w:rPr>
          <w:rFonts w:ascii="Cambria" w:hAnsi="Cambria"/>
          <w:sz w:val="24"/>
          <w:szCs w:val="24"/>
        </w:rPr>
        <w:t xml:space="preserve"> </w:t>
      </w:r>
      <w:r w:rsidRPr="001748DB">
        <w:rPr>
          <w:rFonts w:ascii="Cambria" w:hAnsi="Cambria"/>
          <w:sz w:val="24"/>
          <w:szCs w:val="24"/>
        </w:rPr>
        <w:t>r.</w:t>
      </w:r>
    </w:p>
    <w:p w14:paraId="50D10CAF" w14:textId="77777777" w:rsidR="00151E04" w:rsidRPr="001748DB" w:rsidRDefault="006A3561" w:rsidP="006A3561">
      <w:pPr>
        <w:tabs>
          <w:tab w:val="left" w:pos="5040"/>
        </w:tabs>
        <w:ind w:left="708"/>
        <w:rPr>
          <w:rFonts w:ascii="Cambria" w:hAnsi="Cambria"/>
          <w:sz w:val="24"/>
          <w:szCs w:val="24"/>
        </w:rPr>
      </w:pPr>
      <w:r w:rsidRPr="001748DB">
        <w:rPr>
          <w:rFonts w:ascii="Cambria" w:hAnsi="Cambria"/>
          <w:sz w:val="24"/>
          <w:szCs w:val="24"/>
        </w:rPr>
        <w:tab/>
      </w:r>
    </w:p>
    <w:p w14:paraId="7EE06A3D" w14:textId="77777777" w:rsidR="00151E04" w:rsidRPr="001748DB" w:rsidRDefault="00151E04" w:rsidP="006A3561">
      <w:pPr>
        <w:tabs>
          <w:tab w:val="left" w:pos="5040"/>
        </w:tabs>
        <w:ind w:left="708"/>
        <w:rPr>
          <w:rFonts w:ascii="Cambria" w:hAnsi="Cambria"/>
          <w:sz w:val="24"/>
          <w:szCs w:val="24"/>
        </w:rPr>
      </w:pPr>
    </w:p>
    <w:p w14:paraId="0258B01B" w14:textId="77777777" w:rsidR="006A3561" w:rsidRPr="001748DB" w:rsidRDefault="00151E04" w:rsidP="006A3561">
      <w:pPr>
        <w:tabs>
          <w:tab w:val="left" w:pos="5040"/>
        </w:tabs>
        <w:ind w:left="708"/>
        <w:rPr>
          <w:rFonts w:ascii="Cambria" w:hAnsi="Cambria"/>
          <w:sz w:val="24"/>
          <w:szCs w:val="24"/>
        </w:rPr>
      </w:pPr>
      <w:r w:rsidRPr="001748DB">
        <w:rPr>
          <w:rFonts w:ascii="Cambria" w:hAnsi="Cambria"/>
          <w:sz w:val="24"/>
          <w:szCs w:val="24"/>
        </w:rPr>
        <w:tab/>
      </w:r>
      <w:r w:rsidR="006A3561" w:rsidRPr="001748DB">
        <w:rPr>
          <w:rFonts w:ascii="Cambria" w:hAnsi="Cambria"/>
          <w:sz w:val="24"/>
          <w:szCs w:val="24"/>
        </w:rPr>
        <w:t>………………………………………….</w:t>
      </w:r>
    </w:p>
    <w:p w14:paraId="1F68BEB9" w14:textId="77777777" w:rsidR="006A3561" w:rsidRPr="001748DB" w:rsidRDefault="006A3561" w:rsidP="00524FF6">
      <w:pPr>
        <w:tabs>
          <w:tab w:val="left" w:pos="5040"/>
        </w:tabs>
        <w:ind w:left="4956"/>
        <w:rPr>
          <w:rFonts w:ascii="Cambria" w:hAnsi="Cambria"/>
          <w:sz w:val="24"/>
          <w:szCs w:val="24"/>
        </w:rPr>
      </w:pPr>
      <w:r w:rsidRPr="001748DB">
        <w:rPr>
          <w:rFonts w:ascii="Cambria" w:hAnsi="Cambria"/>
          <w:sz w:val="24"/>
          <w:szCs w:val="24"/>
        </w:rPr>
        <w:tab/>
        <w:t>podpis osoby/osób upoważnionej/upoważnionych</w:t>
      </w:r>
    </w:p>
    <w:p w14:paraId="10697A8E" w14:textId="77777777" w:rsidR="00745292" w:rsidRPr="001748DB" w:rsidRDefault="006A3561" w:rsidP="00045916">
      <w:pPr>
        <w:tabs>
          <w:tab w:val="left" w:pos="5040"/>
        </w:tabs>
        <w:ind w:left="708"/>
        <w:rPr>
          <w:rFonts w:ascii="Cambria" w:hAnsi="Cambria"/>
          <w:sz w:val="24"/>
          <w:szCs w:val="24"/>
        </w:rPr>
      </w:pPr>
      <w:r w:rsidRPr="001748DB">
        <w:rPr>
          <w:rFonts w:ascii="Cambria" w:hAnsi="Cambria"/>
          <w:sz w:val="24"/>
          <w:szCs w:val="24"/>
        </w:rPr>
        <w:tab/>
        <w:t>do reprezentowania Wykonawcy</w:t>
      </w:r>
    </w:p>
    <w:p w14:paraId="398F5EAC" w14:textId="77777777" w:rsidR="00FD3A75" w:rsidRPr="001748DB" w:rsidRDefault="00FD3A75" w:rsidP="00045916">
      <w:pPr>
        <w:tabs>
          <w:tab w:val="left" w:pos="5040"/>
        </w:tabs>
        <w:ind w:left="708"/>
        <w:rPr>
          <w:rFonts w:ascii="Cambria" w:hAnsi="Cambria"/>
          <w:sz w:val="24"/>
          <w:szCs w:val="24"/>
        </w:rPr>
      </w:pPr>
    </w:p>
    <w:p w14:paraId="4C2FB218" w14:textId="77777777" w:rsidR="00151E04" w:rsidRPr="001748DB" w:rsidRDefault="00151E04" w:rsidP="00045916">
      <w:pPr>
        <w:tabs>
          <w:tab w:val="left" w:pos="5040"/>
        </w:tabs>
        <w:ind w:left="708"/>
        <w:rPr>
          <w:rFonts w:ascii="Cambria" w:hAnsi="Cambria"/>
          <w:sz w:val="24"/>
          <w:szCs w:val="24"/>
        </w:rPr>
      </w:pPr>
    </w:p>
    <w:p w14:paraId="5CD012BE" w14:textId="77777777" w:rsidR="00151E04" w:rsidRPr="001748DB" w:rsidRDefault="00151E04" w:rsidP="00045916">
      <w:pPr>
        <w:tabs>
          <w:tab w:val="left" w:pos="5040"/>
        </w:tabs>
        <w:ind w:left="708"/>
        <w:rPr>
          <w:rFonts w:ascii="Cambria" w:hAnsi="Cambria"/>
          <w:sz w:val="24"/>
          <w:szCs w:val="24"/>
        </w:rPr>
      </w:pPr>
    </w:p>
    <w:p w14:paraId="6C29DD9E" w14:textId="54ADD757" w:rsidR="001748DB" w:rsidRDefault="001748DB" w:rsidP="00703E82">
      <w:pPr>
        <w:jc w:val="both"/>
        <w:rPr>
          <w:rFonts w:ascii="Cambria" w:hAnsi="Cambria"/>
          <w:sz w:val="24"/>
          <w:szCs w:val="24"/>
        </w:rPr>
      </w:pPr>
    </w:p>
    <w:p w14:paraId="08F721D0" w14:textId="0A3658A8" w:rsidR="00524FF6" w:rsidRDefault="001748DB" w:rsidP="00703E82">
      <w:pPr>
        <w:jc w:val="both"/>
        <w:rPr>
          <w:rFonts w:ascii="Cambria" w:hAnsi="Cambria"/>
          <w:color w:val="000000"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>*</w:t>
      </w:r>
      <w:r w:rsidR="00524FF6">
        <w:rPr>
          <w:rFonts w:ascii="Cambria" w:hAnsi="Cambria"/>
          <w:color w:val="000000"/>
          <w:sz w:val="24"/>
          <w:szCs w:val="24"/>
        </w:rPr>
        <w:t>Niepotrzebn</w:t>
      </w:r>
      <w:r w:rsidR="00CD0AB1">
        <w:rPr>
          <w:rFonts w:ascii="Cambria" w:hAnsi="Cambria"/>
          <w:color w:val="000000"/>
          <w:sz w:val="24"/>
          <w:szCs w:val="24"/>
        </w:rPr>
        <w:t>e</w:t>
      </w:r>
      <w:r w:rsidR="00524FF6">
        <w:rPr>
          <w:rFonts w:ascii="Cambria" w:hAnsi="Cambria"/>
          <w:color w:val="000000"/>
          <w:sz w:val="24"/>
          <w:szCs w:val="24"/>
        </w:rPr>
        <w:t xml:space="preserve"> skreślić</w:t>
      </w:r>
      <w:r w:rsidR="00CD0AB1">
        <w:rPr>
          <w:rFonts w:ascii="Cambria" w:hAnsi="Cambria"/>
          <w:color w:val="000000"/>
          <w:sz w:val="24"/>
          <w:szCs w:val="24"/>
        </w:rPr>
        <w:t xml:space="preserve"> </w:t>
      </w:r>
      <w:r w:rsidR="00CD0AB1" w:rsidRPr="00DA351A">
        <w:rPr>
          <w:rFonts w:ascii="Cambria" w:hAnsi="Cambria"/>
          <w:iCs/>
          <w:color w:val="000000"/>
          <w:sz w:val="24"/>
          <w:szCs w:val="24"/>
        </w:rPr>
        <w:t>w zależności od tego, której części zamówienia dotyczy wykaz osób</w:t>
      </w:r>
    </w:p>
    <w:p w14:paraId="05F95C7A" w14:textId="62DCC3DD" w:rsidR="006D7182" w:rsidRPr="001748DB" w:rsidRDefault="00524FF6" w:rsidP="00703E82">
      <w:pPr>
        <w:jc w:val="both"/>
        <w:rPr>
          <w:rFonts w:ascii="Cambria" w:hAnsi="Cambria"/>
          <w:color w:val="000000"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>**</w:t>
      </w:r>
      <w:r w:rsidR="00C638E0" w:rsidRPr="001748DB">
        <w:rPr>
          <w:rFonts w:ascii="Cambria" w:hAnsi="Cambria"/>
          <w:color w:val="000000"/>
          <w:sz w:val="24"/>
          <w:szCs w:val="24"/>
        </w:rPr>
        <w:t>Należy podać podstawę do dysponowania osobami wskazanymi w wykazie np. umowa o pracę, umowa zlecenie, osobiste świadcz</w:t>
      </w:r>
      <w:r w:rsidR="00151E04" w:rsidRPr="001748DB">
        <w:rPr>
          <w:rFonts w:ascii="Cambria" w:hAnsi="Cambria"/>
          <w:color w:val="000000"/>
          <w:sz w:val="24"/>
          <w:szCs w:val="24"/>
        </w:rPr>
        <w:t>enie usługi przez Wykonawcę.</w:t>
      </w:r>
    </w:p>
    <w:sectPr w:rsidR="006D7182" w:rsidRPr="001748DB" w:rsidSect="00632172">
      <w:headerReference w:type="default" r:id="rId8"/>
      <w:footerReference w:type="default" r:id="rId9"/>
      <w:footnotePr>
        <w:numFmt w:val="chicago"/>
      </w:footnotePr>
      <w:pgSz w:w="11906" w:h="16838"/>
      <w:pgMar w:top="709" w:right="1152" w:bottom="426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BF1F2" w14:textId="77777777" w:rsidR="007F6947" w:rsidRDefault="007F6947">
      <w:r>
        <w:separator/>
      </w:r>
    </w:p>
  </w:endnote>
  <w:endnote w:type="continuationSeparator" w:id="0">
    <w:p w14:paraId="332D383B" w14:textId="77777777" w:rsidR="007F6947" w:rsidRDefault="007F6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A2E1B" w14:textId="5534BD3F" w:rsidR="002C493C" w:rsidRDefault="002C493C">
    <w:pPr>
      <w:pStyle w:val="Stopka"/>
      <w:jc w:val="right"/>
    </w:pPr>
  </w:p>
  <w:p w14:paraId="28F7B773" w14:textId="77777777" w:rsidR="002C493C" w:rsidRDefault="002C49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2EB9E" w14:textId="77777777" w:rsidR="007F6947" w:rsidRDefault="007F6947">
      <w:r>
        <w:separator/>
      </w:r>
    </w:p>
  </w:footnote>
  <w:footnote w:type="continuationSeparator" w:id="0">
    <w:p w14:paraId="6D7CA2DE" w14:textId="77777777" w:rsidR="007F6947" w:rsidRDefault="007F6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3C3AA" w14:textId="77777777" w:rsidR="00A9319E" w:rsidRPr="00A9319E" w:rsidRDefault="00151E04" w:rsidP="00A9319E">
    <w:pPr>
      <w:rPr>
        <w:sz w:val="24"/>
        <w:szCs w:val="24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9404DA" wp14:editId="2B8AE99A">
              <wp:simplePos x="0" y="0"/>
              <wp:positionH relativeFrom="margin">
                <wp:posOffset>1162685</wp:posOffset>
              </wp:positionH>
              <wp:positionV relativeFrom="paragraph">
                <wp:posOffset>-334010</wp:posOffset>
              </wp:positionV>
              <wp:extent cx="3870960" cy="586740"/>
              <wp:effectExtent l="0" t="0" r="0" b="0"/>
              <wp:wrapNone/>
              <wp:docPr id="3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870960" cy="586740"/>
                        <a:chOff x="0" y="0"/>
                        <a:chExt cx="6029325" cy="866775"/>
                      </a:xfrm>
                    </wpg:grpSpPr>
                    <pic:pic xmlns:pic="http://schemas.openxmlformats.org/drawingml/2006/picture">
                      <pic:nvPicPr>
                        <pic:cNvPr id="4" name="Obraz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8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590925" y="76200"/>
                          <a:ext cx="2438400" cy="7239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75478A95" id="Grupa 1" o:spid="_x0000_s1026" style="position:absolute;margin-left:91.55pt;margin-top:-26.3pt;width:304.8pt;height:46.2pt;z-index:251659264;mso-position-horizontal-relative:margin;mso-width-relative:margin;mso-height-relative:margin" coordsize="60293,86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//2VBLAwQKAAAAAAAAACEAfsLtkYVIAACFSAAAFQAAAGRycy9tZWRpYS9pbWFnZTIuanBlZ//Y&#10;/+AAEEpGSUYAAQEBANwA3AAA/9sAQwACAQECAQECAgICAgICAgMFAwMDAwMGBAQDBQcGBwcHBgcH&#10;CAkLCQgICggHBwoNCgoLDAwMDAcJDg8NDA4LDAwM/9sAQwECAgIDAwMGAwMGDAgHCAwMDAwMDAwM&#10;DAwMDAwMDAwMDAwMDAwMDAwMDAwMDAwMDAwMDAwMDAwMDAwMDAwMDAwM/8AAEQgArQJM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6" o:spid="_x0000_s1027" type="#_x0000_t75" style="position:absolute;width:18288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">
                <v:imagedata r:id="rId3" o:title=""/>
                <v:path arrowok="t"/>
              </v:shape>
              <v:shape id="Obraz 8" o:spid="_x0000_s1028" type="#_x0000_t75" style="position:absolute;left:35909;top:762;width:24384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</w:p>
  <w:p w14:paraId="256641D4" w14:textId="77777777" w:rsidR="0063680E" w:rsidRDefault="006368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C0DB1"/>
    <w:multiLevelType w:val="hybridMultilevel"/>
    <w:tmpl w:val="10D635FA"/>
    <w:lvl w:ilvl="0" w:tplc="13F05504">
      <w:start w:val="2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136BF"/>
    <w:multiLevelType w:val="hybridMultilevel"/>
    <w:tmpl w:val="2BD03790"/>
    <w:lvl w:ilvl="0" w:tplc="8CC83822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15442"/>
    <w:multiLevelType w:val="hybridMultilevel"/>
    <w:tmpl w:val="8DFC9B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080257"/>
    <w:multiLevelType w:val="hybridMultilevel"/>
    <w:tmpl w:val="5810B0AA"/>
    <w:lvl w:ilvl="0" w:tplc="7EBC88E6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0B2637B"/>
    <w:multiLevelType w:val="hybridMultilevel"/>
    <w:tmpl w:val="7AE04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A416D"/>
    <w:multiLevelType w:val="hybridMultilevel"/>
    <w:tmpl w:val="10981250"/>
    <w:lvl w:ilvl="0" w:tplc="FC02900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F06D7"/>
    <w:multiLevelType w:val="hybridMultilevel"/>
    <w:tmpl w:val="DE6C7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02428"/>
    <w:multiLevelType w:val="hybridMultilevel"/>
    <w:tmpl w:val="95D23C9C"/>
    <w:lvl w:ilvl="0" w:tplc="D21028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E52F8"/>
    <w:multiLevelType w:val="hybridMultilevel"/>
    <w:tmpl w:val="94E469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D3216"/>
    <w:multiLevelType w:val="hybridMultilevel"/>
    <w:tmpl w:val="D4684C78"/>
    <w:lvl w:ilvl="0" w:tplc="1AFEF66A">
      <w:start w:val="1"/>
      <w:numFmt w:val="bullet"/>
      <w:lvlText w:val=""/>
      <w:lvlJc w:val="left"/>
      <w:pPr>
        <w:ind w:left="49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9" w:hanging="360"/>
      </w:pPr>
      <w:rPr>
        <w:rFonts w:ascii="Wingdings" w:hAnsi="Wingdings" w:hint="default"/>
      </w:rPr>
    </w:lvl>
  </w:abstractNum>
  <w:abstractNum w:abstractNumId="10" w15:restartNumberingAfterBreak="0">
    <w:nsid w:val="432F1A75"/>
    <w:multiLevelType w:val="hybridMultilevel"/>
    <w:tmpl w:val="10E2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515890"/>
    <w:multiLevelType w:val="hybridMultilevel"/>
    <w:tmpl w:val="109229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D519B7"/>
    <w:multiLevelType w:val="hybridMultilevel"/>
    <w:tmpl w:val="33E65AE6"/>
    <w:lvl w:ilvl="0" w:tplc="BCC0BC92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DB3892"/>
    <w:multiLevelType w:val="hybridMultilevel"/>
    <w:tmpl w:val="DC32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4702B"/>
    <w:multiLevelType w:val="hybridMultilevel"/>
    <w:tmpl w:val="5F04B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1"/>
  </w:num>
  <w:num w:numId="4">
    <w:abstractNumId w:val="8"/>
  </w:num>
  <w:num w:numId="5">
    <w:abstractNumId w:val="2"/>
  </w:num>
  <w:num w:numId="6">
    <w:abstractNumId w:val="13"/>
  </w:num>
  <w:num w:numId="7">
    <w:abstractNumId w:val="10"/>
  </w:num>
  <w:num w:numId="8">
    <w:abstractNumId w:val="14"/>
  </w:num>
  <w:num w:numId="9">
    <w:abstractNumId w:val="7"/>
  </w:num>
  <w:num w:numId="10">
    <w:abstractNumId w:val="4"/>
  </w:num>
  <w:num w:numId="11">
    <w:abstractNumId w:val="0"/>
  </w:num>
  <w:num w:numId="12">
    <w:abstractNumId w:val="3"/>
  </w:num>
  <w:num w:numId="13">
    <w:abstractNumId w:val="5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9F0"/>
    <w:rsid w:val="00024E8D"/>
    <w:rsid w:val="00026242"/>
    <w:rsid w:val="000432C7"/>
    <w:rsid w:val="00045916"/>
    <w:rsid w:val="000709AE"/>
    <w:rsid w:val="000709C7"/>
    <w:rsid w:val="00076D62"/>
    <w:rsid w:val="00085328"/>
    <w:rsid w:val="000A1681"/>
    <w:rsid w:val="000A5885"/>
    <w:rsid w:val="000B5A56"/>
    <w:rsid w:val="000C1095"/>
    <w:rsid w:val="000C36AD"/>
    <w:rsid w:val="001438B4"/>
    <w:rsid w:val="00151E04"/>
    <w:rsid w:val="001570EE"/>
    <w:rsid w:val="00163C48"/>
    <w:rsid w:val="001700E1"/>
    <w:rsid w:val="001748DB"/>
    <w:rsid w:val="001B2AEB"/>
    <w:rsid w:val="001C7671"/>
    <w:rsid w:val="001F1F56"/>
    <w:rsid w:val="001F444A"/>
    <w:rsid w:val="001F53C1"/>
    <w:rsid w:val="001F6D0F"/>
    <w:rsid w:val="002038FA"/>
    <w:rsid w:val="00223407"/>
    <w:rsid w:val="002328A0"/>
    <w:rsid w:val="00244161"/>
    <w:rsid w:val="0028266F"/>
    <w:rsid w:val="00284446"/>
    <w:rsid w:val="002921FF"/>
    <w:rsid w:val="002974ED"/>
    <w:rsid w:val="002B74AC"/>
    <w:rsid w:val="002C1802"/>
    <w:rsid w:val="002C493C"/>
    <w:rsid w:val="00305F20"/>
    <w:rsid w:val="00307645"/>
    <w:rsid w:val="003107C4"/>
    <w:rsid w:val="003145AA"/>
    <w:rsid w:val="003208E5"/>
    <w:rsid w:val="00321F51"/>
    <w:rsid w:val="00322811"/>
    <w:rsid w:val="003259DB"/>
    <w:rsid w:val="003410C7"/>
    <w:rsid w:val="003749BC"/>
    <w:rsid w:val="003F2270"/>
    <w:rsid w:val="003F342B"/>
    <w:rsid w:val="00426CD7"/>
    <w:rsid w:val="00430CE9"/>
    <w:rsid w:val="004724AE"/>
    <w:rsid w:val="00482D0E"/>
    <w:rsid w:val="004A5350"/>
    <w:rsid w:val="004C1F3F"/>
    <w:rsid w:val="004E0039"/>
    <w:rsid w:val="004E2116"/>
    <w:rsid w:val="0051055F"/>
    <w:rsid w:val="00513F4D"/>
    <w:rsid w:val="00514674"/>
    <w:rsid w:val="00522413"/>
    <w:rsid w:val="00524FF6"/>
    <w:rsid w:val="00526920"/>
    <w:rsid w:val="00527F15"/>
    <w:rsid w:val="00535FC9"/>
    <w:rsid w:val="00554AE1"/>
    <w:rsid w:val="005A7B60"/>
    <w:rsid w:val="005B3610"/>
    <w:rsid w:val="005F0387"/>
    <w:rsid w:val="005F38AF"/>
    <w:rsid w:val="006115F8"/>
    <w:rsid w:val="00611E74"/>
    <w:rsid w:val="00632172"/>
    <w:rsid w:val="0063680E"/>
    <w:rsid w:val="00664D26"/>
    <w:rsid w:val="00666FCA"/>
    <w:rsid w:val="006760F4"/>
    <w:rsid w:val="006A3561"/>
    <w:rsid w:val="006A7B60"/>
    <w:rsid w:val="006B189C"/>
    <w:rsid w:val="006B2847"/>
    <w:rsid w:val="006D7182"/>
    <w:rsid w:val="006E0E34"/>
    <w:rsid w:val="006E3F97"/>
    <w:rsid w:val="00703E82"/>
    <w:rsid w:val="0071263C"/>
    <w:rsid w:val="00713AFD"/>
    <w:rsid w:val="00713B38"/>
    <w:rsid w:val="007245AE"/>
    <w:rsid w:val="00736B8F"/>
    <w:rsid w:val="007435D7"/>
    <w:rsid w:val="00745292"/>
    <w:rsid w:val="007B7E4B"/>
    <w:rsid w:val="007C50DF"/>
    <w:rsid w:val="007E1B24"/>
    <w:rsid w:val="007E5410"/>
    <w:rsid w:val="007F3AFB"/>
    <w:rsid w:val="007F6947"/>
    <w:rsid w:val="00803E51"/>
    <w:rsid w:val="00827E27"/>
    <w:rsid w:val="00833255"/>
    <w:rsid w:val="00835A35"/>
    <w:rsid w:val="008539D0"/>
    <w:rsid w:val="0088286A"/>
    <w:rsid w:val="008A2C31"/>
    <w:rsid w:val="008A4C02"/>
    <w:rsid w:val="008C4DAE"/>
    <w:rsid w:val="008C64B2"/>
    <w:rsid w:val="008C7ADC"/>
    <w:rsid w:val="008E23A1"/>
    <w:rsid w:val="008E7855"/>
    <w:rsid w:val="0095040F"/>
    <w:rsid w:val="009770C0"/>
    <w:rsid w:val="00991A1E"/>
    <w:rsid w:val="009A5256"/>
    <w:rsid w:val="009C7E91"/>
    <w:rsid w:val="009F7E66"/>
    <w:rsid w:val="00A06F88"/>
    <w:rsid w:val="00A129DB"/>
    <w:rsid w:val="00A14B27"/>
    <w:rsid w:val="00A20275"/>
    <w:rsid w:val="00A27A32"/>
    <w:rsid w:val="00A3681A"/>
    <w:rsid w:val="00A53782"/>
    <w:rsid w:val="00A86895"/>
    <w:rsid w:val="00A9319E"/>
    <w:rsid w:val="00AA148F"/>
    <w:rsid w:val="00AB6B64"/>
    <w:rsid w:val="00AC0EC3"/>
    <w:rsid w:val="00AC1F21"/>
    <w:rsid w:val="00AC78D8"/>
    <w:rsid w:val="00AE46F6"/>
    <w:rsid w:val="00AE49F0"/>
    <w:rsid w:val="00B015F7"/>
    <w:rsid w:val="00B21B03"/>
    <w:rsid w:val="00B27737"/>
    <w:rsid w:val="00B27B73"/>
    <w:rsid w:val="00B33027"/>
    <w:rsid w:val="00B4655D"/>
    <w:rsid w:val="00BA0ED0"/>
    <w:rsid w:val="00BB4F5B"/>
    <w:rsid w:val="00BC30A2"/>
    <w:rsid w:val="00BE4A70"/>
    <w:rsid w:val="00BF2390"/>
    <w:rsid w:val="00C048D4"/>
    <w:rsid w:val="00C303B2"/>
    <w:rsid w:val="00C406A9"/>
    <w:rsid w:val="00C55AF7"/>
    <w:rsid w:val="00C5674C"/>
    <w:rsid w:val="00C638E0"/>
    <w:rsid w:val="00C77D64"/>
    <w:rsid w:val="00CA450A"/>
    <w:rsid w:val="00CA5DED"/>
    <w:rsid w:val="00CB067C"/>
    <w:rsid w:val="00CD0AB1"/>
    <w:rsid w:val="00CD3340"/>
    <w:rsid w:val="00CE5A76"/>
    <w:rsid w:val="00CF13C9"/>
    <w:rsid w:val="00CF1F36"/>
    <w:rsid w:val="00D129BD"/>
    <w:rsid w:val="00D23568"/>
    <w:rsid w:val="00D30E95"/>
    <w:rsid w:val="00D51447"/>
    <w:rsid w:val="00DA351A"/>
    <w:rsid w:val="00DC26FC"/>
    <w:rsid w:val="00DC5F1C"/>
    <w:rsid w:val="00DD1A81"/>
    <w:rsid w:val="00DE43DB"/>
    <w:rsid w:val="00DF2C0C"/>
    <w:rsid w:val="00E14293"/>
    <w:rsid w:val="00E4487B"/>
    <w:rsid w:val="00E52340"/>
    <w:rsid w:val="00E6049E"/>
    <w:rsid w:val="00E758CC"/>
    <w:rsid w:val="00E85204"/>
    <w:rsid w:val="00E952DD"/>
    <w:rsid w:val="00EB76FE"/>
    <w:rsid w:val="00EC1F32"/>
    <w:rsid w:val="00ED7BC3"/>
    <w:rsid w:val="00EE541F"/>
    <w:rsid w:val="00F02EBA"/>
    <w:rsid w:val="00F04CB8"/>
    <w:rsid w:val="00F21267"/>
    <w:rsid w:val="00F55B12"/>
    <w:rsid w:val="00F712F8"/>
    <w:rsid w:val="00F76B2E"/>
    <w:rsid w:val="00FD3A75"/>
    <w:rsid w:val="00FE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51BBC24"/>
  <w15:docId w15:val="{43A88AD1-6132-479A-8887-045378EB1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4D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F21267"/>
    <w:rPr>
      <w:rFonts w:ascii="Courier New" w:hAnsi="Courier New" w:cs="Courier New"/>
    </w:rPr>
  </w:style>
  <w:style w:type="paragraph" w:styleId="Nagwek">
    <w:name w:val="header"/>
    <w:basedOn w:val="Normalny"/>
    <w:rsid w:val="00C303B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1C76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7671"/>
  </w:style>
  <w:style w:type="paragraph" w:styleId="Tekstprzypisudolnego">
    <w:name w:val="footnote text"/>
    <w:basedOn w:val="Normalny"/>
    <w:link w:val="TekstprzypisudolnegoZnak"/>
    <w:rsid w:val="00284446"/>
  </w:style>
  <w:style w:type="character" w:customStyle="1" w:styleId="TekstprzypisudolnegoZnak">
    <w:name w:val="Tekst przypisu dolnego Znak"/>
    <w:basedOn w:val="Domylnaczcionkaakapitu"/>
    <w:link w:val="Tekstprzypisudolnego"/>
    <w:rsid w:val="00284446"/>
  </w:style>
  <w:style w:type="paragraph" w:customStyle="1" w:styleId="Gwka">
    <w:name w:val="Główka"/>
    <w:basedOn w:val="Normalny"/>
    <w:rsid w:val="0063680E"/>
    <w:rPr>
      <w:color w:val="00000A"/>
      <w:sz w:val="24"/>
      <w:szCs w:val="24"/>
      <w:lang w:eastAsia="zh-CN"/>
    </w:rPr>
  </w:style>
  <w:style w:type="character" w:customStyle="1" w:styleId="TekstpodstawowyZnak">
    <w:name w:val="Tekst podstawowy Znak"/>
    <w:aliases w:val=" Znak Znak Znak,Znak Znak Znak,Znak Znak Znak Znak Znak"/>
    <w:link w:val="Tekstpodstawowy"/>
    <w:qFormat/>
    <w:rsid w:val="0063680E"/>
    <w:rPr>
      <w:sz w:val="24"/>
      <w:szCs w:val="24"/>
    </w:rPr>
  </w:style>
  <w:style w:type="paragraph" w:styleId="Tekstpodstawowy">
    <w:name w:val="Body Text"/>
    <w:aliases w:val=" Znak Znak,Znak Znak,Znak Znak Znak Znak"/>
    <w:basedOn w:val="Normalny"/>
    <w:link w:val="TekstpodstawowyZnak"/>
    <w:unhideWhenUsed/>
    <w:rsid w:val="0063680E"/>
    <w:pPr>
      <w:suppressAutoHyphens/>
      <w:spacing w:after="120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basedOn w:val="Domylnaczcionkaakapitu"/>
    <w:uiPriority w:val="99"/>
    <w:semiHidden/>
    <w:rsid w:val="0063680E"/>
  </w:style>
  <w:style w:type="paragraph" w:styleId="Akapitzlist">
    <w:name w:val="List Paragraph"/>
    <w:basedOn w:val="Normalny"/>
    <w:link w:val="AkapitzlistZnak"/>
    <w:uiPriority w:val="99"/>
    <w:qFormat/>
    <w:rsid w:val="00C77D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6D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D6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03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03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03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3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0387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447"/>
    <w:rPr>
      <w:vertAlign w:val="superscript"/>
    </w:rPr>
  </w:style>
  <w:style w:type="paragraph" w:customStyle="1" w:styleId="Standard">
    <w:name w:val="Standard"/>
    <w:rsid w:val="00524FF6"/>
    <w:pPr>
      <w:suppressAutoHyphens/>
      <w:autoSpaceDN w:val="0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uiPriority w:val="99"/>
    <w:locked/>
    <w:rsid w:val="00524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3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~1.TRY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FCA8E-39E6-45DB-98F0-5301636C4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</TotalTime>
  <Pages>2</Pages>
  <Words>217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Grzech</dc:creator>
  <cp:lastModifiedBy>Wetulani Krystyna</cp:lastModifiedBy>
  <cp:revision>7</cp:revision>
  <cp:lastPrinted>2021-05-19T08:25:00Z</cp:lastPrinted>
  <dcterms:created xsi:type="dcterms:W3CDTF">2021-04-30T11:02:00Z</dcterms:created>
  <dcterms:modified xsi:type="dcterms:W3CDTF">2021-05-25T06:57:00Z</dcterms:modified>
</cp:coreProperties>
</file>